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8D4CC2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32B46">
        <w:rPr>
          <w:rFonts w:ascii="Verdana" w:hAnsi="Verdana"/>
          <w:b/>
        </w:rPr>
        <w:t>Oprava informačního systému v žst. Havlíčkův Brod a žst. Jihlava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D32B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D32B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23F1A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2B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2B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B0C0B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2B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2B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2B46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52FE32-C96B-4D27-B943-15F2A0E4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64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8</cp:revision>
  <cp:lastPrinted>2017-11-28T17:18:00Z</cp:lastPrinted>
  <dcterms:created xsi:type="dcterms:W3CDTF">2023-11-16T10:29:00Z</dcterms:created>
  <dcterms:modified xsi:type="dcterms:W3CDTF">2024-08-07T04:44:00Z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